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62849" w14:textId="77777777" w:rsidR="004C5AF4" w:rsidRPr="00DD29C3" w:rsidRDefault="00C65FC6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330102">
        <w:rPr>
          <w:rFonts w:asciiTheme="majorHAnsi" w:eastAsia="Times New Roman" w:hAnsiTheme="majorHAnsi" w:cs="Times New Roman"/>
          <w:lang w:eastAsia="cs-CZ"/>
        </w:rPr>
        <w:t>Příloha č. 1</w:t>
      </w:r>
      <w:r w:rsidR="004C5AF4" w:rsidRPr="00330102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3C477FA" w14:textId="77777777" w:rsidR="004C5AF4" w:rsidRDefault="004C5AF4" w:rsidP="0025150A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Specifikace plnění</w:t>
      </w:r>
    </w:p>
    <w:p w14:paraId="733B643F" w14:textId="77777777" w:rsidR="00F904EC" w:rsidRPr="009A1CA4" w:rsidRDefault="00F904EC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Specifikace subksripce</w:t>
      </w:r>
    </w:p>
    <w:tbl>
      <w:tblPr>
        <w:tblStyle w:val="Mkatabulky1"/>
        <w:tblpPr w:leftFromText="141" w:rightFromText="141" w:vertAnchor="text" w:horzAnchor="margin" w:tblpY="377"/>
        <w:tblW w:w="0" w:type="auto"/>
        <w:tblLook w:val="04A0" w:firstRow="1" w:lastRow="0" w:firstColumn="1" w:lastColumn="0" w:noHBand="0" w:noVBand="1"/>
      </w:tblPr>
      <w:tblGrid>
        <w:gridCol w:w="2598"/>
        <w:gridCol w:w="1137"/>
        <w:gridCol w:w="990"/>
        <w:gridCol w:w="1672"/>
      </w:tblGrid>
      <w:tr w:rsidR="00AC593E" w:rsidRPr="009A1CA4" w14:paraId="59367BB7" w14:textId="77777777" w:rsidTr="002A7285">
        <w:tc>
          <w:tcPr>
            <w:tcW w:w="2598" w:type="dxa"/>
            <w:shd w:val="clear" w:color="auto" w:fill="BFBFBF"/>
          </w:tcPr>
          <w:p w14:paraId="4881A817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Specifikace Předmětu subskripce</w:t>
            </w:r>
          </w:p>
          <w:p w14:paraId="311A6714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137" w:type="dxa"/>
            <w:shd w:val="clear" w:color="auto" w:fill="BFBFBF"/>
          </w:tcPr>
          <w:p w14:paraId="5CF1333F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Jednotka</w:t>
            </w:r>
          </w:p>
        </w:tc>
        <w:tc>
          <w:tcPr>
            <w:tcW w:w="990" w:type="dxa"/>
            <w:shd w:val="clear" w:color="auto" w:fill="BFBFBF"/>
          </w:tcPr>
          <w:p w14:paraId="2C47CE95" w14:textId="77777777" w:rsidR="00AC593E" w:rsidRPr="002A7285" w:rsidRDefault="00AC593E" w:rsidP="002A7285">
            <w:pPr>
              <w:spacing w:before="120" w:after="120"/>
              <w:outlineLvl w:val="1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2A7285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Počet Licencí </w:t>
            </w:r>
          </w:p>
        </w:tc>
        <w:tc>
          <w:tcPr>
            <w:tcW w:w="1672" w:type="dxa"/>
            <w:shd w:val="clear" w:color="auto" w:fill="BFBFBF"/>
          </w:tcPr>
          <w:p w14:paraId="59CCE3AC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Délka </w:t>
            </w:r>
            <w:r w:rsidRPr="002A7285"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poskytnutí subskripce </w:t>
            </w:r>
          </w:p>
        </w:tc>
      </w:tr>
      <w:tr w:rsidR="00AC593E" w:rsidRPr="009A1CA4" w14:paraId="366B0A92" w14:textId="77777777" w:rsidTr="002A7285">
        <w:tc>
          <w:tcPr>
            <w:tcW w:w="2598" w:type="dxa"/>
          </w:tcPr>
          <w:p w14:paraId="1A35080E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874-006883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Server, x86 &amp;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7F82BC20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55781CEC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1672" w:type="dxa"/>
          </w:tcPr>
          <w:p w14:paraId="7BFA68F7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65EC8DA0" w14:textId="77777777" w:rsidTr="002A7285">
        <w:tc>
          <w:tcPr>
            <w:tcW w:w="2598" w:type="dxa"/>
          </w:tcPr>
          <w:p w14:paraId="438153D0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874-006887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Server, x86 &amp;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Standard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5379250F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698F89C3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8</w:t>
            </w:r>
          </w:p>
        </w:tc>
        <w:tc>
          <w:tcPr>
            <w:tcW w:w="1672" w:type="dxa"/>
          </w:tcPr>
          <w:p w14:paraId="42A4EB76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1AFC337C" w14:textId="77777777" w:rsidTr="002A7285">
        <w:tc>
          <w:tcPr>
            <w:tcW w:w="2598" w:type="dxa"/>
          </w:tcPr>
          <w:p w14:paraId="3F021787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874-006908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for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SAP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Applications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with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Unlimited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4E4D7F2B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0E146865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1672" w:type="dxa"/>
          </w:tcPr>
          <w:p w14:paraId="3FF5A104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  <w:tr w:rsidR="00AC593E" w:rsidRPr="009A1CA4" w14:paraId="34B4A1C9" w14:textId="77777777" w:rsidTr="002A7285">
        <w:tc>
          <w:tcPr>
            <w:tcW w:w="2598" w:type="dxa"/>
          </w:tcPr>
          <w:p w14:paraId="584FD225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874-006907 SUSE Linux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Enterprise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Server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for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SAP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Applications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x86-64,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Sockets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or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1-2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Virtual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Machines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Priority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Subscription</w:t>
            </w:r>
            <w:proofErr w:type="spellEnd"/>
            <w:r w:rsidRPr="002A7285">
              <w:rPr>
                <w:rFonts w:asciiTheme="minorHAnsi" w:hAnsiTheme="minorHAnsi" w:cs="Calibri"/>
                <w:sz w:val="18"/>
                <w:szCs w:val="18"/>
              </w:rPr>
              <w:t xml:space="preserve">, 3 </w:t>
            </w:r>
            <w:proofErr w:type="spellStart"/>
            <w:r w:rsidRPr="002A7285">
              <w:rPr>
                <w:rFonts w:asciiTheme="minorHAnsi" w:hAnsiTheme="minorHAnsi" w:cs="Calibri"/>
                <w:sz w:val="18"/>
                <w:szCs w:val="18"/>
              </w:rPr>
              <w:t>Year</w:t>
            </w:r>
            <w:proofErr w:type="spellEnd"/>
          </w:p>
        </w:tc>
        <w:tc>
          <w:tcPr>
            <w:tcW w:w="1137" w:type="dxa"/>
          </w:tcPr>
          <w:p w14:paraId="093DB4D4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ks</w:t>
            </w:r>
          </w:p>
        </w:tc>
        <w:tc>
          <w:tcPr>
            <w:tcW w:w="990" w:type="dxa"/>
          </w:tcPr>
          <w:p w14:paraId="1F4EE543" w14:textId="77777777" w:rsidR="00AC593E" w:rsidRPr="002A7285" w:rsidRDefault="00AC593E" w:rsidP="009563BC">
            <w:pPr>
              <w:spacing w:before="120" w:after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 w:rsidRPr="002A7285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1672" w:type="dxa"/>
          </w:tcPr>
          <w:p w14:paraId="30BDF051" w14:textId="77777777" w:rsidR="00AC593E" w:rsidRPr="002A7285" w:rsidRDefault="00AC593E" w:rsidP="002A7285">
            <w:pPr>
              <w:spacing w:before="120"/>
              <w:outlineLvl w:val="1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="Calibri"/>
                <w:sz w:val="18"/>
                <w:szCs w:val="18"/>
              </w:rPr>
              <w:t>3 roky</w:t>
            </w:r>
          </w:p>
        </w:tc>
      </w:tr>
    </w:tbl>
    <w:p w14:paraId="10AF71BE" w14:textId="77777777" w:rsidR="00F904EC" w:rsidRDefault="00F904EC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80421F0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EF25292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2725FD6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8D36272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07470C1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E165E9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B370BAB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59C74B11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D97A640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DD1C9F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43D7447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44A28B1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ABE5C74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3ED8DFA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B6CA6BC" w14:textId="77777777" w:rsidR="00AC593E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24537E4" w14:textId="77777777" w:rsidR="00AC593E" w:rsidRPr="009A1CA4" w:rsidRDefault="00AC593E" w:rsidP="00F904EC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35AB48B6" w14:textId="77777777" w:rsidR="002347B4" w:rsidRDefault="002347B4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r>
        <w:rPr>
          <w:rFonts w:asciiTheme="majorHAnsi" w:eastAsia="Times New Roman" w:hAnsiTheme="majorHAnsi" w:cs="Arial"/>
          <w:b/>
          <w:bCs/>
          <w:caps/>
          <w:kern w:val="32"/>
        </w:rPr>
        <w:t>ZPŮSOB POSKYTNUTÍ SUBSKRIPCE</w:t>
      </w:r>
    </w:p>
    <w:p w14:paraId="07113AEC" w14:textId="77777777" w:rsidR="002347B4" w:rsidRPr="00BC40D3" w:rsidRDefault="00BC40D3" w:rsidP="00BC40D3">
      <w:pPr>
        <w:keepNext/>
        <w:numPr>
          <w:ilvl w:val="1"/>
          <w:numId w:val="34"/>
        </w:numPr>
        <w:spacing w:before="24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kern w:val="32"/>
        </w:rPr>
        <w:t>Ihned po účinnosti smlouvy</w:t>
      </w:r>
      <w:r w:rsidR="002347B4">
        <w:rPr>
          <w:rFonts w:asciiTheme="majorHAnsi" w:eastAsia="Times New Roman" w:hAnsiTheme="majorHAnsi" w:cs="Arial"/>
          <w:b/>
          <w:bCs/>
          <w:caps/>
          <w:kern w:val="32"/>
        </w:rPr>
        <w:t xml:space="preserve"> –</w:t>
      </w:r>
      <w:r>
        <w:rPr>
          <w:rFonts w:asciiTheme="majorHAnsi" w:eastAsia="Times New Roman" w:hAnsiTheme="majorHAnsi" w:cs="Arial"/>
          <w:b/>
          <w:bCs/>
          <w:kern w:val="32"/>
        </w:rPr>
        <w:t xml:space="preserve"> ČÁST A</w:t>
      </w:r>
    </w:p>
    <w:tbl>
      <w:tblPr>
        <w:tblW w:w="87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2"/>
        <w:gridCol w:w="992"/>
      </w:tblGrid>
      <w:tr w:rsidR="00BC40D3" w:rsidRPr="00BC40D3" w14:paraId="06CB881C" w14:textId="77777777" w:rsidTr="00BC40D3">
        <w:trPr>
          <w:trHeight w:val="300"/>
        </w:trPr>
        <w:tc>
          <w:tcPr>
            <w:tcW w:w="7712" w:type="dxa"/>
            <w:shd w:val="clear" w:color="auto" w:fill="D9D9D9" w:themeFill="background1" w:themeFillShade="D9"/>
            <w:noWrap/>
            <w:vAlign w:val="bottom"/>
          </w:tcPr>
          <w:p w14:paraId="3B0E2A2E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>Předmět subskripce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</w:tcPr>
          <w:p w14:paraId="2974F443" w14:textId="77777777" w:rsidR="00BC40D3" w:rsidRPr="00BC40D3" w:rsidRDefault="00BC40D3" w:rsidP="002A728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 xml:space="preserve">Počet </w:t>
            </w:r>
            <w:r w:rsidR="002A7285">
              <w:rPr>
                <w:rFonts w:eastAsia="Times New Roman" w:cs="Calibri"/>
                <w:b/>
                <w:color w:val="000000"/>
                <w:lang w:eastAsia="cs-CZ"/>
              </w:rPr>
              <w:t>licencí</w:t>
            </w:r>
          </w:p>
        </w:tc>
      </w:tr>
      <w:tr w:rsidR="00BC40D3" w:rsidRPr="00BC40D3" w14:paraId="5D28844B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49313E83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38051B" w14:textId="77777777" w:rsidR="00BC40D3" w:rsidRPr="00BC40D3" w:rsidRDefault="00BC40D3" w:rsidP="00476CC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BC40D3" w:rsidRPr="00BC40D3" w14:paraId="22E1C0F3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766826E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Standard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A89827" w14:textId="77777777" w:rsidR="00BC40D3" w:rsidRPr="00BC40D3" w:rsidRDefault="00BC40D3" w:rsidP="00476CC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</w:tr>
      <w:tr w:rsidR="00BC40D3" w:rsidRPr="000F434D" w14:paraId="6BB2AE85" w14:textId="77777777" w:rsidTr="00BC40D3">
        <w:trPr>
          <w:trHeight w:val="300"/>
        </w:trPr>
        <w:tc>
          <w:tcPr>
            <w:tcW w:w="7712" w:type="dxa"/>
            <w:shd w:val="clear" w:color="auto" w:fill="auto"/>
            <w:noWrap/>
            <w:vAlign w:val="bottom"/>
            <w:hideMark/>
          </w:tcPr>
          <w:p w14:paraId="49B3E745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for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SAP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Applications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with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Unlimited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BC165D" w14:textId="77777777" w:rsidR="00BC40D3" w:rsidRPr="000F434D" w:rsidRDefault="00BC40D3" w:rsidP="00476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0F434D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3</w:t>
            </w:r>
          </w:p>
        </w:tc>
      </w:tr>
    </w:tbl>
    <w:p w14:paraId="40DE221F" w14:textId="77777777" w:rsidR="002347B4" w:rsidRDefault="002347B4" w:rsidP="00BC40D3">
      <w:pPr>
        <w:keepNext/>
        <w:numPr>
          <w:ilvl w:val="1"/>
          <w:numId w:val="34"/>
        </w:numPr>
        <w:spacing w:before="48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n</w:t>
      </w:r>
      <w:r w:rsidR="0025150A">
        <w:rPr>
          <w:rFonts w:asciiTheme="majorHAnsi" w:eastAsia="Times New Roman" w:hAnsiTheme="majorHAnsi" w:cs="Arial"/>
          <w:b/>
          <w:bCs/>
          <w:kern w:val="32"/>
        </w:rPr>
        <w:t>a základě výzvy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  <w:r w:rsidR="0025150A">
        <w:rPr>
          <w:rFonts w:asciiTheme="majorHAnsi" w:eastAsia="Times New Roman" w:hAnsiTheme="majorHAnsi" w:cs="Arial"/>
          <w:b/>
          <w:bCs/>
          <w:kern w:val="32"/>
        </w:rPr>
        <w:t xml:space="preserve">objednatele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– část B</w:t>
      </w:r>
    </w:p>
    <w:tbl>
      <w:tblPr>
        <w:tblW w:w="869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2"/>
        <w:gridCol w:w="992"/>
      </w:tblGrid>
      <w:tr w:rsidR="00BC40D3" w:rsidRPr="00BC40D3" w14:paraId="01673D9B" w14:textId="77777777" w:rsidTr="00BC40D3">
        <w:trPr>
          <w:trHeight w:val="375"/>
        </w:trPr>
        <w:tc>
          <w:tcPr>
            <w:tcW w:w="7702" w:type="dxa"/>
            <w:shd w:val="clear" w:color="auto" w:fill="D9D9D9" w:themeFill="background1" w:themeFillShade="D9"/>
            <w:noWrap/>
            <w:vAlign w:val="center"/>
            <w:hideMark/>
          </w:tcPr>
          <w:p w14:paraId="24CFD834" w14:textId="77777777" w:rsidR="00BC40D3" w:rsidRPr="00BC40D3" w:rsidRDefault="00BC40D3" w:rsidP="00BC40D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bCs/>
                <w:color w:val="000000"/>
                <w:lang w:eastAsia="cs-CZ"/>
              </w:rPr>
              <w:t>Předmět subskripce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bottom"/>
            <w:hideMark/>
          </w:tcPr>
          <w:p w14:paraId="54A60DAB" w14:textId="77777777" w:rsidR="00BC40D3" w:rsidRPr="00BC40D3" w:rsidRDefault="00BC40D3" w:rsidP="002A728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b/>
                <w:color w:val="000000"/>
                <w:lang w:eastAsia="cs-CZ"/>
              </w:rPr>
              <w:t xml:space="preserve">Počet </w:t>
            </w:r>
            <w:r w:rsidR="002A7285">
              <w:rPr>
                <w:rFonts w:eastAsia="Times New Roman" w:cs="Calibri"/>
                <w:b/>
                <w:color w:val="000000"/>
                <w:lang w:eastAsia="cs-CZ"/>
              </w:rPr>
              <w:t>licencí</w:t>
            </w:r>
          </w:p>
        </w:tc>
      </w:tr>
      <w:tr w:rsidR="00BC40D3" w:rsidRPr="00BC40D3" w14:paraId="5A17F2CF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70B306AC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13EA80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4</w:t>
            </w:r>
          </w:p>
        </w:tc>
      </w:tr>
      <w:tr w:rsidR="00BC40D3" w:rsidRPr="00BC40D3" w14:paraId="6ED407A1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63CAE5E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Server, x86 &amp;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Standard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E20483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</w:tr>
      <w:tr w:rsidR="00BC40D3" w:rsidRPr="00BC40D3" w14:paraId="18E1BDE6" w14:textId="77777777" w:rsidTr="00BC40D3">
        <w:trPr>
          <w:trHeight w:val="300"/>
        </w:trPr>
        <w:tc>
          <w:tcPr>
            <w:tcW w:w="7702" w:type="dxa"/>
            <w:shd w:val="clear" w:color="auto" w:fill="auto"/>
            <w:noWrap/>
            <w:vAlign w:val="bottom"/>
            <w:hideMark/>
          </w:tcPr>
          <w:p w14:paraId="57359702" w14:textId="77777777" w:rsidR="00BC40D3" w:rsidRPr="00BC40D3" w:rsidRDefault="00BC40D3" w:rsidP="00BC40D3">
            <w:pPr>
              <w:spacing w:after="8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SUSE Linux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Enterprise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Server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for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SAP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Applications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x86-64,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Sockets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or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1-2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Virtual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Machines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Priority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Subscription</w:t>
            </w:r>
            <w:proofErr w:type="spellEnd"/>
            <w:r w:rsidRPr="00BC40D3">
              <w:rPr>
                <w:rFonts w:eastAsia="Times New Roman" w:cs="Calibri"/>
                <w:color w:val="000000"/>
                <w:lang w:eastAsia="cs-CZ"/>
              </w:rPr>
              <w:t xml:space="preserve">, 3 </w:t>
            </w:r>
            <w:proofErr w:type="spellStart"/>
            <w:r w:rsidRPr="00BC40D3">
              <w:rPr>
                <w:rFonts w:eastAsia="Times New Roman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EF1ABE" w14:textId="77777777" w:rsidR="00BC40D3" w:rsidRPr="00BC40D3" w:rsidRDefault="00BC40D3" w:rsidP="005F42A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cs-CZ"/>
              </w:rPr>
            </w:pPr>
            <w:r w:rsidRPr="00BC40D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</w:tbl>
    <w:p w14:paraId="273ECFFC" w14:textId="77777777" w:rsidR="002A7285" w:rsidRDefault="00606361" w:rsidP="00F904EC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Rozšíření počtu licencí subskripce</w:t>
      </w:r>
    </w:p>
    <w:p w14:paraId="2FBDCF90" w14:textId="77777777" w:rsidR="002A7285" w:rsidRDefault="002A7285" w:rsidP="002A7285">
      <w:pPr>
        <w:pStyle w:val="Odstavecseseznamem"/>
        <w:ind w:left="567"/>
        <w:jc w:val="both"/>
        <w:rPr>
          <w:noProof/>
          <w:highlight w:val="yellow"/>
        </w:rPr>
      </w:pPr>
    </w:p>
    <w:p w14:paraId="1FD09910" w14:textId="0AAAEA7B" w:rsidR="00606361" w:rsidRDefault="00606361" w:rsidP="002A7285">
      <w:pPr>
        <w:pStyle w:val="Odstavecseseznamem"/>
        <w:ind w:left="567"/>
        <w:jc w:val="both"/>
        <w:rPr>
          <w:noProof/>
          <w:highlight w:val="yellow"/>
        </w:rPr>
      </w:pPr>
      <w:r>
        <w:t xml:space="preserve">Předpokládaný počet licencí subskripce v bodě 1 této specifikace je pouze orientační. Objednatel si vyhrazuje možnost předpokládaný počet licencí rozšířit až do výše 10 % (včetně) z celkové nabídkové ceny uvedené v </w:t>
      </w:r>
      <w:r w:rsidR="00137005">
        <w:t xml:space="preserve">čl. 8.2 </w:t>
      </w:r>
      <w:bookmarkStart w:id="8" w:name="_GoBack"/>
      <w:bookmarkEnd w:id="8"/>
      <w:r w:rsidRPr="00606361">
        <w:t>Smlouvy</w:t>
      </w:r>
      <w:r w:rsidRPr="00606361">
        <w:rPr>
          <w:noProof/>
        </w:rPr>
        <w:t xml:space="preserve"> v závislosti na aktuálních potřebách Objednatele.</w:t>
      </w:r>
      <w:r w:rsidR="001A4972">
        <w:rPr>
          <w:i/>
        </w:rPr>
        <w:t xml:space="preserve"> </w:t>
      </w:r>
      <w:r w:rsidR="001A4972" w:rsidRPr="00715EE6">
        <w:t>Zadavatel není povinen výše uvedené oprávnění využít.</w:t>
      </w:r>
      <w:r w:rsidR="001A4972">
        <w:t xml:space="preserve"> </w:t>
      </w:r>
      <w:r>
        <w:t>Předmětem rozšíření mohou být všechny druhy licencí uvedené v bodě 1 této specifikace, případně jen jedna z nich, a to v libovolném počtu nepřesahující výše uvedený cenový limit.</w:t>
      </w:r>
      <w:r w:rsidR="001A4972">
        <w:t xml:space="preserve"> </w:t>
      </w:r>
      <w:r w:rsidR="001A4972" w:rsidRPr="00715EE6">
        <w:t>Cena rozšíření bude vypočítána jako součin jednotkových cen za jednotlivé licence a jejich množství požadovaného zadavatelem v průběhu doby</w:t>
      </w:r>
      <w:r w:rsidR="000A36EF"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FAB7AFB" w14:textId="77777777" w:rsidR="00F904EC" w:rsidRPr="00F904EC" w:rsidRDefault="00F904EC" w:rsidP="00F904EC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F904EC" w:rsidRPr="00F904E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FE8772" w15:done="0"/>
  <w15:commentEx w15:paraId="2E9EF383" w15:paraIdParent="3BFE877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4B971" w14:textId="77777777" w:rsidR="009B2BA5" w:rsidRDefault="009B2BA5" w:rsidP="00962258">
      <w:pPr>
        <w:spacing w:after="0" w:line="240" w:lineRule="auto"/>
      </w:pPr>
      <w:r>
        <w:separator/>
      </w:r>
    </w:p>
  </w:endnote>
  <w:endnote w:type="continuationSeparator" w:id="0">
    <w:p w14:paraId="4DA8101B" w14:textId="77777777" w:rsidR="009B2BA5" w:rsidRDefault="009B2B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C93B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C0FFD6" w14:textId="4D69EAC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7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7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2376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81459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56E62D" w14:textId="77777777" w:rsidR="00F1715C" w:rsidRDefault="00F1715C" w:rsidP="00D831A3">
          <w:pPr>
            <w:pStyle w:val="Zpat"/>
          </w:pPr>
        </w:p>
      </w:tc>
    </w:tr>
  </w:tbl>
  <w:p w14:paraId="2CE9F8C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3573921" wp14:editId="043779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4C1C2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2B2423" wp14:editId="151632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CF42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87114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023D83" w14:textId="7817689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700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700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E9CD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D48EB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73164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02ABD4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2ABD650" w14:textId="77777777" w:rsidR="00F1715C" w:rsidRDefault="008B3601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5497129" w14:textId="77777777" w:rsidR="00F1715C" w:rsidRDefault="00F1715C" w:rsidP="00460660">
          <w:pPr>
            <w:pStyle w:val="Zpat"/>
          </w:pPr>
        </w:p>
      </w:tc>
    </w:tr>
  </w:tbl>
  <w:p w14:paraId="21AEB36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1E6BB01" wp14:editId="0BA0CC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53E6D9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2E0EACC" wp14:editId="799C65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DD54E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6252B6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2C512" w14:textId="77777777" w:rsidR="009B2BA5" w:rsidRDefault="009B2BA5" w:rsidP="00962258">
      <w:pPr>
        <w:spacing w:after="0" w:line="240" w:lineRule="auto"/>
      </w:pPr>
      <w:r>
        <w:separator/>
      </w:r>
    </w:p>
  </w:footnote>
  <w:footnote w:type="continuationSeparator" w:id="0">
    <w:p w14:paraId="17391DCB" w14:textId="77777777" w:rsidR="009B2BA5" w:rsidRDefault="009B2B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AD3E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81120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9DD2C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AB6779" w14:textId="77777777" w:rsidR="00F1715C" w:rsidRPr="00D6163D" w:rsidRDefault="00F1715C" w:rsidP="00D6163D">
          <w:pPr>
            <w:pStyle w:val="Druhdokumentu"/>
          </w:pPr>
        </w:p>
      </w:tc>
    </w:tr>
  </w:tbl>
  <w:p w14:paraId="703A57B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C82C7B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048F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0EA5C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3FAEDD5" w14:textId="77777777" w:rsidR="00F1715C" w:rsidRPr="00D6163D" w:rsidRDefault="00F1715C" w:rsidP="00FC6389">
          <w:pPr>
            <w:pStyle w:val="Druhdokumentu"/>
          </w:pPr>
        </w:p>
      </w:tc>
    </w:tr>
    <w:tr w:rsidR="009F392E" w14:paraId="19A7935F" w14:textId="77777777" w:rsidTr="00AC593E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703582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E847C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1715AF" w14:textId="77777777" w:rsidR="009F392E" w:rsidRPr="00D6163D" w:rsidRDefault="009F392E" w:rsidP="00FC6389">
          <w:pPr>
            <w:pStyle w:val="Druhdokumentu"/>
          </w:pPr>
        </w:p>
      </w:tc>
    </w:tr>
  </w:tbl>
  <w:p w14:paraId="4CCD713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A3CAA8" wp14:editId="19A2496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7D0C5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6F4B5D6A"/>
    <w:multiLevelType w:val="multilevel"/>
    <w:tmpl w:val="1ADE11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8"/>
        <w:szCs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rniková Veronika, Mgr. Bc.">
    <w15:presenceInfo w15:providerId="AD" w15:userId="S-1-5-21-3656830906-3839017365-80349702-21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07D"/>
    <w:rsid w:val="00071428"/>
    <w:rsid w:val="00072C1E"/>
    <w:rsid w:val="00087D48"/>
    <w:rsid w:val="00093C6F"/>
    <w:rsid w:val="000A36EF"/>
    <w:rsid w:val="000E23A7"/>
    <w:rsid w:val="0010693F"/>
    <w:rsid w:val="00114472"/>
    <w:rsid w:val="001364FA"/>
    <w:rsid w:val="00137005"/>
    <w:rsid w:val="001550BC"/>
    <w:rsid w:val="001605B9"/>
    <w:rsid w:val="00162FDF"/>
    <w:rsid w:val="00170EC5"/>
    <w:rsid w:val="001747C1"/>
    <w:rsid w:val="00184743"/>
    <w:rsid w:val="00193C90"/>
    <w:rsid w:val="001A1782"/>
    <w:rsid w:val="001A4972"/>
    <w:rsid w:val="001A5CD8"/>
    <w:rsid w:val="00207DF5"/>
    <w:rsid w:val="0022034E"/>
    <w:rsid w:val="00220E76"/>
    <w:rsid w:val="002347B4"/>
    <w:rsid w:val="0025150A"/>
    <w:rsid w:val="00280E07"/>
    <w:rsid w:val="002A2C36"/>
    <w:rsid w:val="002A7285"/>
    <w:rsid w:val="002C31BF"/>
    <w:rsid w:val="002D08B1"/>
    <w:rsid w:val="002D30DD"/>
    <w:rsid w:val="002E0CD7"/>
    <w:rsid w:val="002E31FA"/>
    <w:rsid w:val="0033010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25E"/>
    <w:rsid w:val="004C4399"/>
    <w:rsid w:val="004C5AF4"/>
    <w:rsid w:val="004C787C"/>
    <w:rsid w:val="004D2F42"/>
    <w:rsid w:val="004E143C"/>
    <w:rsid w:val="004E3A53"/>
    <w:rsid w:val="004F20BC"/>
    <w:rsid w:val="004F3A02"/>
    <w:rsid w:val="004F4B9B"/>
    <w:rsid w:val="004F69EA"/>
    <w:rsid w:val="00511AB9"/>
    <w:rsid w:val="00523EA7"/>
    <w:rsid w:val="00553375"/>
    <w:rsid w:val="00557C28"/>
    <w:rsid w:val="0056616D"/>
    <w:rsid w:val="005736B7"/>
    <w:rsid w:val="00575E5A"/>
    <w:rsid w:val="005F1404"/>
    <w:rsid w:val="00606361"/>
    <w:rsid w:val="0061068E"/>
    <w:rsid w:val="00621EC1"/>
    <w:rsid w:val="006235F0"/>
    <w:rsid w:val="00645518"/>
    <w:rsid w:val="00660AD3"/>
    <w:rsid w:val="00660D3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A3568"/>
    <w:rsid w:val="008B3601"/>
    <w:rsid w:val="008D03B9"/>
    <w:rsid w:val="008F18D6"/>
    <w:rsid w:val="00904780"/>
    <w:rsid w:val="00922385"/>
    <w:rsid w:val="009223DF"/>
    <w:rsid w:val="00923DE9"/>
    <w:rsid w:val="00936091"/>
    <w:rsid w:val="00940D8A"/>
    <w:rsid w:val="009563BC"/>
    <w:rsid w:val="00962258"/>
    <w:rsid w:val="009678B7"/>
    <w:rsid w:val="009833E1"/>
    <w:rsid w:val="00992D9C"/>
    <w:rsid w:val="00996CB8"/>
    <w:rsid w:val="009B14A9"/>
    <w:rsid w:val="009B2BA5"/>
    <w:rsid w:val="009B2E97"/>
    <w:rsid w:val="009E07F4"/>
    <w:rsid w:val="009F392E"/>
    <w:rsid w:val="00A6177B"/>
    <w:rsid w:val="00A66136"/>
    <w:rsid w:val="00AA4CBB"/>
    <w:rsid w:val="00AA65FA"/>
    <w:rsid w:val="00AA7351"/>
    <w:rsid w:val="00AC3B67"/>
    <w:rsid w:val="00AC593E"/>
    <w:rsid w:val="00AD056F"/>
    <w:rsid w:val="00AD6731"/>
    <w:rsid w:val="00B15D0D"/>
    <w:rsid w:val="00B75EE1"/>
    <w:rsid w:val="00B77481"/>
    <w:rsid w:val="00B8518B"/>
    <w:rsid w:val="00BC40D3"/>
    <w:rsid w:val="00BD7E91"/>
    <w:rsid w:val="00BE0ED1"/>
    <w:rsid w:val="00C02D0A"/>
    <w:rsid w:val="00C03A6E"/>
    <w:rsid w:val="00C44F6A"/>
    <w:rsid w:val="00C47AE3"/>
    <w:rsid w:val="00C65FC6"/>
    <w:rsid w:val="00CD1FC4"/>
    <w:rsid w:val="00CF29D9"/>
    <w:rsid w:val="00D21061"/>
    <w:rsid w:val="00D36BE0"/>
    <w:rsid w:val="00D4108E"/>
    <w:rsid w:val="00D6163D"/>
    <w:rsid w:val="00D73D46"/>
    <w:rsid w:val="00D831A3"/>
    <w:rsid w:val="00D911C1"/>
    <w:rsid w:val="00DA517B"/>
    <w:rsid w:val="00DC75F3"/>
    <w:rsid w:val="00DD46F3"/>
    <w:rsid w:val="00DE56F2"/>
    <w:rsid w:val="00DF116D"/>
    <w:rsid w:val="00E36C4A"/>
    <w:rsid w:val="00E7185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0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6A7C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606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6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63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C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606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6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63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C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C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1DD28F-79A4-4689-8B77-9730F462B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7078F8-5453-4028-8F01-54AA8DDA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2021-04-12T12:34:00Z</dcterms:created>
  <dcterms:modified xsi:type="dcterms:W3CDTF">2021-04-14T09:02:00Z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